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1C" w:rsidRPr="00FE20AF" w:rsidRDefault="00F4051C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FE20AF">
        <w:rPr>
          <w:rFonts w:ascii="Times New Roman" w:hAnsi="Times New Roman"/>
        </w:rPr>
        <w:t xml:space="preserve">    </w:t>
      </w:r>
      <w:r w:rsidRPr="00FE20AF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F4051C" w:rsidRPr="00FE20AF" w:rsidRDefault="00F4051C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КОЗИХИНСКОГО </w:t>
      </w:r>
      <w:r w:rsidRPr="00FE20AF">
        <w:rPr>
          <w:rFonts w:ascii="Times New Roman" w:hAnsi="Times New Roman"/>
          <w:b/>
          <w:sz w:val="28"/>
          <w:szCs w:val="28"/>
        </w:rPr>
        <w:t>СЕЛЬСОВЕТА</w:t>
      </w:r>
    </w:p>
    <w:p w:rsidR="00F4051C" w:rsidRPr="00FE20AF" w:rsidRDefault="00F4051C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0AF">
        <w:rPr>
          <w:rFonts w:ascii="Times New Roman" w:hAnsi="Times New Roman"/>
          <w:b/>
          <w:sz w:val="28"/>
          <w:szCs w:val="28"/>
        </w:rPr>
        <w:t>ОРДЫНСКОГО РАЙОНА НОВОСИБИРСКОЙ ОБЛАСТИ</w:t>
      </w:r>
    </w:p>
    <w:p w:rsidR="00F4051C" w:rsidRPr="00FE20AF" w:rsidRDefault="00F4051C" w:rsidP="00FE20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E20AF">
        <w:rPr>
          <w:rFonts w:ascii="Times New Roman" w:hAnsi="Times New Roman"/>
          <w:b/>
          <w:sz w:val="28"/>
          <w:szCs w:val="28"/>
        </w:rPr>
        <w:t>пятый созыв</w:t>
      </w:r>
    </w:p>
    <w:p w:rsidR="00F4051C" w:rsidRPr="00FE20AF" w:rsidRDefault="00F4051C" w:rsidP="00FE20AF">
      <w:pPr>
        <w:spacing w:after="0" w:line="240" w:lineRule="auto"/>
        <w:rPr>
          <w:rFonts w:ascii="Times New Roman" w:hAnsi="Times New Roman"/>
        </w:rPr>
      </w:pPr>
    </w:p>
    <w:p w:rsidR="00F4051C" w:rsidRPr="00FE20AF" w:rsidRDefault="00F4051C" w:rsidP="00FE20AF">
      <w:pPr>
        <w:spacing w:after="0" w:line="240" w:lineRule="auto"/>
        <w:rPr>
          <w:rFonts w:ascii="Times New Roman" w:hAnsi="Times New Roman"/>
        </w:rPr>
      </w:pPr>
    </w:p>
    <w:p w:rsidR="00F4051C" w:rsidRPr="00FE20AF" w:rsidRDefault="00F4051C" w:rsidP="00FE20A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FE20AF">
        <w:rPr>
          <w:rFonts w:ascii="Times New Roman" w:hAnsi="Times New Roman"/>
          <w:b/>
          <w:sz w:val="28"/>
          <w:szCs w:val="28"/>
        </w:rPr>
        <w:t>Р Е Ш Е Н И Е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F4051C" w:rsidRPr="00FE20AF" w:rsidRDefault="00F4051C" w:rsidP="00FE20AF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FE20AF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(  39</w:t>
      </w:r>
      <w:r w:rsidRPr="00324E9A">
        <w:rPr>
          <w:rFonts w:ascii="Times New Roman" w:hAnsi="Times New Roman"/>
          <w:sz w:val="28"/>
          <w:szCs w:val="28"/>
        </w:rPr>
        <w:t xml:space="preserve"> очередная  сессия)</w:t>
      </w:r>
      <w:r w:rsidRPr="00FE20AF">
        <w:rPr>
          <w:rFonts w:ascii="Times New Roman" w:hAnsi="Times New Roman"/>
          <w:sz w:val="28"/>
          <w:szCs w:val="28"/>
        </w:rPr>
        <w:t xml:space="preserve"> </w:t>
      </w:r>
    </w:p>
    <w:p w:rsidR="00F4051C" w:rsidRDefault="00F4051C" w:rsidP="00DA71DE">
      <w:pPr>
        <w:spacing w:after="0"/>
        <w:outlineLvl w:val="0"/>
        <w:rPr>
          <w:sz w:val="28"/>
          <w:szCs w:val="28"/>
        </w:rPr>
      </w:pPr>
    </w:p>
    <w:p w:rsidR="00F4051C" w:rsidRPr="00190DBF" w:rsidRDefault="00F4051C" w:rsidP="00190DBF">
      <w:pPr>
        <w:spacing w:after="0"/>
        <w:jc w:val="center"/>
        <w:outlineLvl w:val="0"/>
        <w:rPr>
          <w:rFonts w:ascii="Times New Roman" w:hAnsi="Times New Roman"/>
          <w:sz w:val="28"/>
          <w:szCs w:val="28"/>
        </w:rPr>
      </w:pPr>
      <w:r w:rsidRPr="00190DBF">
        <w:rPr>
          <w:rFonts w:ascii="Times New Roman" w:hAnsi="Times New Roman"/>
          <w:sz w:val="28"/>
          <w:szCs w:val="28"/>
        </w:rPr>
        <w:t xml:space="preserve">27.11.2019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90D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39/4</w:t>
      </w:r>
    </w:p>
    <w:p w:rsidR="00F4051C" w:rsidRDefault="00F4051C" w:rsidP="00FE20AF">
      <w:pPr>
        <w:spacing w:after="0"/>
        <w:jc w:val="center"/>
        <w:outlineLvl w:val="0"/>
        <w:rPr>
          <w:sz w:val="28"/>
          <w:szCs w:val="28"/>
        </w:rPr>
      </w:pPr>
    </w:p>
    <w:p w:rsidR="00F4051C" w:rsidRDefault="00F4051C" w:rsidP="00E83350">
      <w:pPr>
        <w:ind w:left="75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Козиха</w:t>
      </w:r>
    </w:p>
    <w:p w:rsidR="00F4051C" w:rsidRPr="00DA71DE" w:rsidRDefault="00F4051C" w:rsidP="00E83350">
      <w:pPr>
        <w:ind w:left="750"/>
        <w:jc w:val="center"/>
        <w:rPr>
          <w:rFonts w:ascii="Times New Roman" w:hAnsi="Times New Roman"/>
          <w:b/>
          <w:sz w:val="28"/>
          <w:szCs w:val="28"/>
        </w:rPr>
      </w:pPr>
      <w:r w:rsidRPr="00DA71DE">
        <w:rPr>
          <w:rFonts w:ascii="Times New Roman" w:hAnsi="Times New Roman"/>
          <w:b/>
          <w:sz w:val="28"/>
          <w:szCs w:val="28"/>
        </w:rPr>
        <w:t>О внесении изменений в решение 18-й сессии Совета депутатов Козихинского сельсовета Ордынского района Новосибирской области от 21.08.2017 года № 18/8</w:t>
      </w:r>
    </w:p>
    <w:p w:rsidR="00F4051C" w:rsidRDefault="00F4051C" w:rsidP="00FE20AF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4051C" w:rsidRPr="004A2011" w:rsidRDefault="00F4051C" w:rsidP="004A2011">
      <w:pPr>
        <w:spacing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снижения сумм недоимки</w:t>
      </w:r>
      <w:r w:rsidRPr="004A2011">
        <w:rPr>
          <w:rFonts w:ascii="Times New Roman" w:hAnsi="Times New Roman"/>
          <w:sz w:val="28"/>
          <w:szCs w:val="28"/>
        </w:rPr>
        <w:t xml:space="preserve"> и задолженности по пеням и штрафам, безнадежных к взысканию, руководствуясь письмом Межрайонной инспекции Федеральной налоговой службы России № 6 по Новосибирской области от 20.08.2019 № 06-08/008576с, Совет депутатов Козихинского сельсовета Ордынского района Новосибирской  области </w:t>
      </w:r>
    </w:p>
    <w:p w:rsidR="00F4051C" w:rsidRPr="00E83350" w:rsidRDefault="00F4051C" w:rsidP="00E83350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РЕШИЛ:</w:t>
      </w:r>
    </w:p>
    <w:p w:rsidR="00F4051C" w:rsidRDefault="00F4051C" w:rsidP="004A20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</w:t>
      </w:r>
      <w:r w:rsidRPr="004A2011">
        <w:rPr>
          <w:rFonts w:ascii="Times New Roman" w:hAnsi="Times New Roman"/>
          <w:sz w:val="28"/>
          <w:szCs w:val="28"/>
        </w:rPr>
        <w:t>Дополнить пункт 1 решения 18-й сессии Совета депутатов Козихинского сельсовета Ордынского района Новосибирской области от 21.08.2017 года № 18/8 «Об утверждении дополнительных оснований признания безнадежными к взысканию недоимки, задолженности по пеням и штрафам по местным налогами  и перечня документов,   подтверждающих обстоятельства признания безнадежными к взысканию недоимки, задолженности по пеням, штрафам»</w:t>
      </w:r>
      <w:r>
        <w:rPr>
          <w:rFonts w:ascii="Times New Roman" w:hAnsi="Times New Roman"/>
          <w:sz w:val="28"/>
          <w:szCs w:val="28"/>
        </w:rPr>
        <w:t xml:space="preserve"> п.п. 1.7. следующего содержания:</w:t>
      </w:r>
    </w:p>
    <w:p w:rsidR="00F4051C" w:rsidRPr="00E83350" w:rsidRDefault="00F4051C" w:rsidP="00DA71D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«Задолженность по пеням по местным налогам в размере, не превышающем 100 рублей (</w:t>
      </w:r>
      <w:r w:rsidRPr="007A3966">
        <w:rPr>
          <w:rFonts w:ascii="Times New Roman" w:hAnsi="Times New Roman"/>
          <w:i/>
          <w:sz w:val="28"/>
          <w:szCs w:val="28"/>
        </w:rPr>
        <w:t>или иным максимальным размером</w:t>
      </w:r>
      <w:r>
        <w:rPr>
          <w:rFonts w:ascii="Times New Roman" w:hAnsi="Times New Roman"/>
          <w:sz w:val="28"/>
          <w:szCs w:val="28"/>
        </w:rPr>
        <w:t>), в отношении которой налоговым органом утрачена возможность её взыскания в судебном  порядке, при отсутствии у налогоплательщика недоимки по налогу».</w:t>
      </w:r>
    </w:p>
    <w:p w:rsidR="00F4051C" w:rsidRPr="00F47A88" w:rsidRDefault="00F4051C" w:rsidP="00F47A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7A88">
        <w:rPr>
          <w:rFonts w:ascii="Times New Roman" w:hAnsi="Times New Roman"/>
          <w:sz w:val="28"/>
          <w:szCs w:val="28"/>
        </w:rPr>
        <w:t xml:space="preserve">     2. Настоящее решение опубликовать в периодическом печатно</w:t>
      </w:r>
      <w:r>
        <w:rPr>
          <w:rFonts w:ascii="Times New Roman" w:hAnsi="Times New Roman"/>
          <w:sz w:val="28"/>
          <w:szCs w:val="28"/>
        </w:rPr>
        <w:t>м издании «Пресс-бюллетень</w:t>
      </w:r>
      <w:r w:rsidRPr="00F47A88">
        <w:rPr>
          <w:rFonts w:ascii="Times New Roman" w:hAnsi="Times New Roman"/>
          <w:sz w:val="28"/>
          <w:szCs w:val="28"/>
        </w:rPr>
        <w:t>» и на сай</w:t>
      </w:r>
      <w:r>
        <w:rPr>
          <w:rFonts w:ascii="Times New Roman" w:hAnsi="Times New Roman"/>
          <w:sz w:val="28"/>
          <w:szCs w:val="28"/>
        </w:rPr>
        <w:t>те администрации  Козихинского</w:t>
      </w:r>
      <w:r w:rsidRPr="00F47A88">
        <w:rPr>
          <w:rFonts w:ascii="Times New Roman" w:hAnsi="Times New Roman"/>
          <w:sz w:val="28"/>
          <w:szCs w:val="28"/>
        </w:rPr>
        <w:t xml:space="preserve"> сельсовета.</w:t>
      </w:r>
    </w:p>
    <w:p w:rsidR="00F4051C" w:rsidRDefault="00F4051C" w:rsidP="00DA71D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83350">
        <w:rPr>
          <w:rFonts w:ascii="Times New Roman" w:hAnsi="Times New Roman"/>
          <w:sz w:val="28"/>
          <w:szCs w:val="28"/>
        </w:rPr>
        <w:t>Решение вступает в силу с момента опубликования.</w:t>
      </w:r>
    </w:p>
    <w:p w:rsidR="00F4051C" w:rsidRPr="00E83350" w:rsidRDefault="00F4051C" w:rsidP="00DA71DE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9720" w:type="dxa"/>
        <w:tblInd w:w="-72" w:type="dxa"/>
        <w:tblBorders>
          <w:insideH w:val="single" w:sz="4" w:space="0" w:color="auto"/>
        </w:tblBorders>
        <w:tblLook w:val="01E0"/>
      </w:tblPr>
      <w:tblGrid>
        <w:gridCol w:w="4857"/>
        <w:gridCol w:w="4863"/>
      </w:tblGrid>
      <w:tr w:rsidR="00F4051C" w:rsidTr="00E213D3">
        <w:tc>
          <w:tcPr>
            <w:tcW w:w="4857" w:type="dxa"/>
          </w:tcPr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</w:t>
            </w:r>
            <w:r w:rsidRPr="00E213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Совета депутатов 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Козихинского сельсовета 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Ордынского района 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4051C" w:rsidRPr="00E213D3" w:rsidRDefault="00F4051C" w:rsidP="00E213D3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 О.П</w:t>
            </w:r>
            <w:r w:rsidRPr="00E213D3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Носова</w:t>
            </w:r>
          </w:p>
        </w:tc>
        <w:tc>
          <w:tcPr>
            <w:tcW w:w="4863" w:type="dxa"/>
          </w:tcPr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Козихинского сельсовета 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 xml:space="preserve">Ордынского района </w:t>
            </w:r>
          </w:p>
          <w:p w:rsidR="00F4051C" w:rsidRPr="00E213D3" w:rsidRDefault="00F4051C" w:rsidP="00E213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F4051C" w:rsidRPr="00E213D3" w:rsidRDefault="00F4051C" w:rsidP="00324E9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4051C" w:rsidRPr="00E213D3" w:rsidRDefault="00F4051C" w:rsidP="00324E9A">
            <w:pPr>
              <w:rPr>
                <w:rFonts w:ascii="Times New Roman" w:hAnsi="Times New Roman"/>
                <w:sz w:val="28"/>
                <w:szCs w:val="28"/>
              </w:rPr>
            </w:pPr>
            <w:r w:rsidRPr="00E213D3">
              <w:rPr>
                <w:rFonts w:ascii="Times New Roman" w:hAnsi="Times New Roman"/>
                <w:sz w:val="28"/>
                <w:szCs w:val="28"/>
              </w:rPr>
              <w:t>_______________ В.В. Пехенько</w:t>
            </w:r>
          </w:p>
        </w:tc>
      </w:tr>
    </w:tbl>
    <w:p w:rsidR="00F4051C" w:rsidRPr="00E83350" w:rsidRDefault="00F4051C" w:rsidP="00DA71DE">
      <w:pPr>
        <w:shd w:val="clear" w:color="auto" w:fill="FFFFFF"/>
        <w:tabs>
          <w:tab w:val="left" w:pos="701"/>
        </w:tabs>
        <w:spacing w:before="10" w:after="0" w:line="240" w:lineRule="auto"/>
      </w:pPr>
    </w:p>
    <w:sectPr w:rsidR="00F4051C" w:rsidRPr="00E83350" w:rsidSect="00DA71DE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170BC"/>
    <w:multiLevelType w:val="hybridMultilevel"/>
    <w:tmpl w:val="28467D36"/>
    <w:lvl w:ilvl="0" w:tplc="0714E5C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E7926D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64245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A9C5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88A8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28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B40A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306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1C33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0E26784F"/>
    <w:multiLevelType w:val="multilevel"/>
    <w:tmpl w:val="3D2E9AEC"/>
    <w:lvl w:ilvl="0">
      <w:start w:val="3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2">
    <w:nsid w:val="240D4DDA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3">
    <w:nsid w:val="376E38FF"/>
    <w:multiLevelType w:val="hybridMultilevel"/>
    <w:tmpl w:val="84AC4EE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6C52E75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5">
    <w:nsid w:val="4B930C12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6">
    <w:nsid w:val="4E960EA1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7">
    <w:nsid w:val="55E33EF1"/>
    <w:multiLevelType w:val="hybridMultilevel"/>
    <w:tmpl w:val="3D2E9AEC"/>
    <w:lvl w:ilvl="0" w:tplc="1A22D560">
      <w:start w:val="3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8">
    <w:nsid w:val="5BE94A2D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abstractNum w:abstractNumId="9">
    <w:nsid w:val="652D31B8"/>
    <w:multiLevelType w:val="multilevel"/>
    <w:tmpl w:val="59D80F68"/>
    <w:lvl w:ilvl="0">
      <w:start w:val="2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1695"/>
        </w:tabs>
        <w:ind w:left="1695" w:hanging="124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95"/>
        </w:tabs>
        <w:ind w:left="259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45"/>
        </w:tabs>
        <w:ind w:left="30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10">
    <w:nsid w:val="69FD49EA"/>
    <w:multiLevelType w:val="hybridMultilevel"/>
    <w:tmpl w:val="28467D36"/>
    <w:lvl w:ilvl="0" w:tplc="0714E5C2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/>
      </w:rPr>
    </w:lvl>
    <w:lvl w:ilvl="1" w:tplc="E7926D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64245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A9C5B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188A8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3281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D0B40A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C3062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1C339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76433682"/>
    <w:multiLevelType w:val="multilevel"/>
    <w:tmpl w:val="59D80F68"/>
    <w:lvl w:ilvl="0">
      <w:start w:val="21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1695"/>
        </w:tabs>
        <w:ind w:left="1695" w:hanging="124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95"/>
        </w:tabs>
        <w:ind w:left="2595" w:hanging="124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45"/>
        </w:tabs>
        <w:ind w:left="3045" w:hanging="124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690"/>
        </w:tabs>
        <w:ind w:left="36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950"/>
        </w:tabs>
        <w:ind w:left="495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2160"/>
      </w:pPr>
      <w:rPr>
        <w:rFonts w:cs="Times New Roman" w:hint="default"/>
      </w:rPr>
    </w:lvl>
  </w:abstractNum>
  <w:abstractNum w:abstractNumId="12">
    <w:nsid w:val="7EE97F6D"/>
    <w:multiLevelType w:val="multilevel"/>
    <w:tmpl w:val="5FF836E8"/>
    <w:lvl w:ilvl="0">
      <w:start w:val="11"/>
      <w:numFmt w:val="decimal"/>
      <w:lvlText w:val="%1"/>
      <w:lvlJc w:val="left"/>
      <w:pPr>
        <w:tabs>
          <w:tab w:val="num" w:pos="7095"/>
        </w:tabs>
        <w:ind w:left="7095" w:hanging="7095"/>
      </w:pPr>
      <w:rPr>
        <w:rFonts w:cs="Times New Roman" w:hint="default"/>
      </w:rPr>
    </w:lvl>
    <w:lvl w:ilvl="1">
      <w:start w:val="8"/>
      <w:numFmt w:val="decimalZero"/>
      <w:lvlText w:val="%1.%2"/>
      <w:lvlJc w:val="left"/>
      <w:pPr>
        <w:tabs>
          <w:tab w:val="num" w:pos="7470"/>
        </w:tabs>
        <w:ind w:left="7470" w:hanging="7095"/>
      </w:pPr>
      <w:rPr>
        <w:rFonts w:cs="Times New Roman" w:hint="default"/>
      </w:rPr>
    </w:lvl>
    <w:lvl w:ilvl="2">
      <w:start w:val="2017"/>
      <w:numFmt w:val="decimal"/>
      <w:lvlText w:val="%1.%2.%3"/>
      <w:lvlJc w:val="left"/>
      <w:pPr>
        <w:tabs>
          <w:tab w:val="num" w:pos="7995"/>
        </w:tabs>
        <w:ind w:left="7995" w:hanging="709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220"/>
        </w:tabs>
        <w:ind w:left="8220" w:hanging="709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8595"/>
        </w:tabs>
        <w:ind w:left="8595" w:hanging="7095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8970"/>
        </w:tabs>
        <w:ind w:left="8970" w:hanging="7095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345"/>
        </w:tabs>
        <w:ind w:left="9345" w:hanging="7095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20"/>
        </w:tabs>
        <w:ind w:left="9720" w:hanging="7095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095"/>
        </w:tabs>
        <w:ind w:left="10095" w:hanging="7095"/>
      </w:pPr>
      <w:rPr>
        <w:rFonts w:cs="Times New Roman" w:hint="default"/>
      </w:r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0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12"/>
  </w:num>
  <w:num w:numId="9">
    <w:abstractNumId w:val="6"/>
  </w:num>
  <w:num w:numId="10">
    <w:abstractNumId w:val="8"/>
  </w:num>
  <w:num w:numId="11">
    <w:abstractNumId w:val="4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63E2"/>
    <w:rsid w:val="00050F57"/>
    <w:rsid w:val="000543C4"/>
    <w:rsid w:val="00093F94"/>
    <w:rsid w:val="000A26BA"/>
    <w:rsid w:val="000C1361"/>
    <w:rsid w:val="0014539E"/>
    <w:rsid w:val="00190DBF"/>
    <w:rsid w:val="00293B85"/>
    <w:rsid w:val="003106CF"/>
    <w:rsid w:val="00324E9A"/>
    <w:rsid w:val="004929B1"/>
    <w:rsid w:val="004A2011"/>
    <w:rsid w:val="00553504"/>
    <w:rsid w:val="00690E0E"/>
    <w:rsid w:val="006F04B2"/>
    <w:rsid w:val="007A3966"/>
    <w:rsid w:val="007D2080"/>
    <w:rsid w:val="00811A03"/>
    <w:rsid w:val="008240E7"/>
    <w:rsid w:val="00883A74"/>
    <w:rsid w:val="008B2CD1"/>
    <w:rsid w:val="008E6EE4"/>
    <w:rsid w:val="009F6C1B"/>
    <w:rsid w:val="00BF519C"/>
    <w:rsid w:val="00C5662E"/>
    <w:rsid w:val="00CA4B22"/>
    <w:rsid w:val="00CD0DE2"/>
    <w:rsid w:val="00CD63E2"/>
    <w:rsid w:val="00DA71DE"/>
    <w:rsid w:val="00E166D6"/>
    <w:rsid w:val="00E213D3"/>
    <w:rsid w:val="00E83350"/>
    <w:rsid w:val="00F4051C"/>
    <w:rsid w:val="00F47A88"/>
    <w:rsid w:val="00F96EC2"/>
    <w:rsid w:val="00FE2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3E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D63E2"/>
    <w:pPr>
      <w:ind w:left="720"/>
      <w:contextualSpacing/>
    </w:pPr>
  </w:style>
  <w:style w:type="paragraph" w:customStyle="1" w:styleId="ConsPlusNormal">
    <w:name w:val="ConsPlusNormal"/>
    <w:uiPriority w:val="99"/>
    <w:rsid w:val="00CD63E2"/>
    <w:pPr>
      <w:widowControl w:val="0"/>
      <w:autoSpaceDE w:val="0"/>
      <w:autoSpaceDN w:val="0"/>
    </w:pPr>
    <w:rPr>
      <w:rFonts w:eastAsia="Times New Roman" w:cs="Calibri"/>
      <w:szCs w:val="20"/>
    </w:rPr>
  </w:style>
  <w:style w:type="character" w:styleId="Hyperlink">
    <w:name w:val="Hyperlink"/>
    <w:basedOn w:val="DefaultParagraphFont"/>
    <w:uiPriority w:val="99"/>
    <w:semiHidden/>
    <w:rsid w:val="00CD63E2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locked/>
    <w:rsid w:val="00324E9A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49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1</Pages>
  <Words>278</Words>
  <Characters>1588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СОВЕТ ДЕПУТАТОВ</dc:title>
  <dc:subject/>
  <dc:creator>Пользователь</dc:creator>
  <cp:keywords/>
  <dc:description/>
  <cp:lastModifiedBy>Пользователь</cp:lastModifiedBy>
  <cp:revision>9</cp:revision>
  <cp:lastPrinted>2019-11-26T04:03:00Z</cp:lastPrinted>
  <dcterms:created xsi:type="dcterms:W3CDTF">2017-08-11T05:26:00Z</dcterms:created>
  <dcterms:modified xsi:type="dcterms:W3CDTF">2019-11-26T04:04:00Z</dcterms:modified>
</cp:coreProperties>
</file>